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EB0CCA" w:rsidRDefault="003D22C2">
      <w:pPr>
        <w:rPr>
          <w:rFonts w:ascii="Arial" w:hAnsi="Arial" w:cs="Arial"/>
          <w:b/>
          <w:sz w:val="36"/>
        </w:rPr>
      </w:pPr>
      <w:r w:rsidRPr="00EB0CCA">
        <w:rPr>
          <w:rFonts w:ascii="Arial" w:hAnsi="Arial" w:cs="Arial"/>
          <w:b/>
          <w:sz w:val="36"/>
        </w:rPr>
        <w:t>Problèmes sur les durées :</w:t>
      </w:r>
    </w:p>
    <w:p w:rsidR="003D22C2" w:rsidRPr="00EB0CCA" w:rsidRDefault="003D22C2">
      <w:pPr>
        <w:rPr>
          <w:rFonts w:ascii="Arial" w:hAnsi="Arial" w:cs="Arial"/>
          <w:sz w:val="32"/>
        </w:rPr>
      </w:pPr>
    </w:p>
    <w:p w:rsidR="003D22C2" w:rsidRPr="00EB0CCA" w:rsidRDefault="003D22C2">
      <w:pPr>
        <w:rPr>
          <w:rFonts w:ascii="Arial" w:hAnsi="Arial" w:cs="Arial"/>
          <w:b/>
          <w:sz w:val="32"/>
        </w:rPr>
      </w:pPr>
      <w:r w:rsidRPr="00EB0CCA">
        <w:rPr>
          <w:rFonts w:ascii="Arial" w:hAnsi="Arial" w:cs="Arial"/>
          <w:b/>
          <w:sz w:val="32"/>
        </w:rPr>
        <w:t>Problème 1 :</w:t>
      </w:r>
    </w:p>
    <w:p w:rsidR="003D22C2" w:rsidRPr="00EB0CCA" w:rsidRDefault="003D22C2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Léa arrive à l’école à 8h. Elle repart après la garderie avec ses parents à 17h.</w:t>
      </w:r>
    </w:p>
    <w:p w:rsidR="003D22C2" w:rsidRPr="00EB0CCA" w:rsidRDefault="003D22C2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Combien de temps reste-t-elle à l’école ?</w:t>
      </w:r>
    </w:p>
    <w:p w:rsidR="003D22C2" w:rsidRPr="00EB0CCA" w:rsidRDefault="003D22C2">
      <w:pPr>
        <w:rPr>
          <w:rFonts w:ascii="Arial" w:hAnsi="Arial" w:cs="Arial"/>
          <w:b/>
          <w:sz w:val="32"/>
        </w:rPr>
      </w:pPr>
    </w:p>
    <w:p w:rsidR="003D22C2" w:rsidRPr="00EB0CCA" w:rsidRDefault="003D22C2">
      <w:pPr>
        <w:rPr>
          <w:rFonts w:ascii="Arial" w:hAnsi="Arial" w:cs="Arial"/>
          <w:b/>
          <w:sz w:val="32"/>
        </w:rPr>
      </w:pPr>
      <w:r w:rsidRPr="00EB0CCA">
        <w:rPr>
          <w:rFonts w:ascii="Arial" w:hAnsi="Arial" w:cs="Arial"/>
          <w:b/>
          <w:sz w:val="32"/>
        </w:rPr>
        <w:t xml:space="preserve">Problème 2 : </w:t>
      </w:r>
    </w:p>
    <w:p w:rsidR="003D22C2" w:rsidRPr="00EB0CCA" w:rsidRDefault="00EB0CCA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La classe part en voyage scolaire. Le car est parti à 8h30.</w:t>
      </w:r>
    </w:p>
    <w:p w:rsidR="00EB0CCA" w:rsidRPr="00EB0CCA" w:rsidRDefault="00EB0CCA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 xml:space="preserve">Le chauffeur annonce aux élèves qu’ils vont arriver dans 1h30. </w:t>
      </w:r>
    </w:p>
    <w:p w:rsidR="00EB0CCA" w:rsidRPr="00EB0CCA" w:rsidRDefault="00EB0CCA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 xml:space="preserve">A quelle heure </w:t>
      </w:r>
      <w:proofErr w:type="spellStart"/>
      <w:r w:rsidRPr="00EB0CCA">
        <w:rPr>
          <w:rFonts w:ascii="Arial" w:hAnsi="Arial" w:cs="Arial"/>
          <w:sz w:val="32"/>
        </w:rPr>
        <w:t>arriveront-ils</w:t>
      </w:r>
      <w:proofErr w:type="spellEnd"/>
      <w:r w:rsidRPr="00EB0CCA">
        <w:rPr>
          <w:rFonts w:ascii="Arial" w:hAnsi="Arial" w:cs="Arial"/>
          <w:sz w:val="32"/>
        </w:rPr>
        <w:t xml:space="preserve"> ? </w:t>
      </w:r>
    </w:p>
    <w:p w:rsidR="00EB0CCA" w:rsidRPr="00EB0CCA" w:rsidRDefault="00EB0CCA">
      <w:pPr>
        <w:rPr>
          <w:rFonts w:ascii="Arial" w:hAnsi="Arial" w:cs="Arial"/>
          <w:sz w:val="32"/>
        </w:rPr>
      </w:pPr>
    </w:p>
    <w:p w:rsidR="00EB0CCA" w:rsidRPr="00EB0CCA" w:rsidRDefault="00EB0CCA">
      <w:pPr>
        <w:rPr>
          <w:rFonts w:ascii="Arial" w:hAnsi="Arial" w:cs="Arial"/>
          <w:b/>
          <w:sz w:val="32"/>
        </w:rPr>
      </w:pPr>
      <w:r w:rsidRPr="00EB0CCA">
        <w:rPr>
          <w:rFonts w:ascii="Arial" w:hAnsi="Arial" w:cs="Arial"/>
          <w:b/>
          <w:sz w:val="32"/>
        </w:rPr>
        <w:t>Problème 3 :</w:t>
      </w:r>
    </w:p>
    <w:p w:rsidR="00EB0CCA" w:rsidRDefault="00EB0CCA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 xml:space="preserve">La maîtresse annonce que le tournoi de balle aux prisonniers a duré 1h30. Il s’est terminé à 12h. A quelle heure </w:t>
      </w:r>
      <w:proofErr w:type="spellStart"/>
      <w:r w:rsidRPr="00EB0CCA">
        <w:rPr>
          <w:rFonts w:ascii="Arial" w:hAnsi="Arial" w:cs="Arial"/>
          <w:sz w:val="32"/>
        </w:rPr>
        <w:t>a-t-il</w:t>
      </w:r>
      <w:proofErr w:type="spellEnd"/>
      <w:r w:rsidRPr="00EB0CCA">
        <w:rPr>
          <w:rFonts w:ascii="Arial" w:hAnsi="Arial" w:cs="Arial"/>
          <w:sz w:val="32"/>
        </w:rPr>
        <w:t xml:space="preserve"> commencé ?</w:t>
      </w:r>
    </w:p>
    <w:p w:rsidR="00EB0CCA" w:rsidRDefault="00EB0CCA">
      <w:pPr>
        <w:rPr>
          <w:rFonts w:ascii="Arial" w:hAnsi="Arial" w:cs="Arial"/>
          <w:sz w:val="32"/>
        </w:rPr>
      </w:pPr>
    </w:p>
    <w:p w:rsidR="00EB0CCA" w:rsidRDefault="00EB0CCA">
      <w:pPr>
        <w:rPr>
          <w:rFonts w:ascii="Arial" w:hAnsi="Arial" w:cs="Arial"/>
          <w:sz w:val="32"/>
        </w:rPr>
      </w:pPr>
    </w:p>
    <w:p w:rsidR="00EB0CCA" w:rsidRPr="00EB0CCA" w:rsidRDefault="00EB0CCA" w:rsidP="00EB0CCA">
      <w:pPr>
        <w:rPr>
          <w:rFonts w:ascii="Arial" w:hAnsi="Arial" w:cs="Arial"/>
          <w:b/>
          <w:sz w:val="36"/>
        </w:rPr>
      </w:pPr>
      <w:r w:rsidRPr="00EB0CCA">
        <w:rPr>
          <w:rFonts w:ascii="Arial" w:hAnsi="Arial" w:cs="Arial"/>
          <w:b/>
          <w:sz w:val="36"/>
        </w:rPr>
        <w:t>Problèmes sur les durées :</w:t>
      </w:r>
    </w:p>
    <w:p w:rsidR="00EB0CCA" w:rsidRPr="00EB0CCA" w:rsidRDefault="00EB0CCA" w:rsidP="00EB0CCA">
      <w:pPr>
        <w:rPr>
          <w:rFonts w:ascii="Arial" w:hAnsi="Arial" w:cs="Arial"/>
          <w:sz w:val="32"/>
        </w:rPr>
      </w:pPr>
    </w:p>
    <w:p w:rsidR="00EB0CCA" w:rsidRPr="00EB0CCA" w:rsidRDefault="00EB0CCA" w:rsidP="00EB0CCA">
      <w:pPr>
        <w:rPr>
          <w:rFonts w:ascii="Arial" w:hAnsi="Arial" w:cs="Arial"/>
          <w:b/>
          <w:sz w:val="32"/>
        </w:rPr>
      </w:pPr>
      <w:r w:rsidRPr="00EB0CCA">
        <w:rPr>
          <w:rFonts w:ascii="Arial" w:hAnsi="Arial" w:cs="Arial"/>
          <w:b/>
          <w:sz w:val="32"/>
        </w:rPr>
        <w:t>Problème 1 :</w:t>
      </w:r>
    </w:p>
    <w:p w:rsidR="00EB0CCA" w:rsidRPr="00EB0CCA" w:rsidRDefault="00EB0CCA" w:rsidP="00EB0CCA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Léa arrive à l’école à 8h. Elle repart après la garderie avec ses parents à 17h.</w:t>
      </w:r>
    </w:p>
    <w:p w:rsidR="00EB0CCA" w:rsidRPr="00EB0CCA" w:rsidRDefault="00EB0CCA" w:rsidP="00EB0CCA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Combien de temps reste-t-elle à l’école ?</w:t>
      </w:r>
    </w:p>
    <w:p w:rsidR="00EB0CCA" w:rsidRPr="00EB0CCA" w:rsidRDefault="00EB0CCA" w:rsidP="00EB0CCA">
      <w:pPr>
        <w:rPr>
          <w:rFonts w:ascii="Arial" w:hAnsi="Arial" w:cs="Arial"/>
          <w:b/>
          <w:sz w:val="32"/>
        </w:rPr>
      </w:pPr>
    </w:p>
    <w:p w:rsidR="00EB0CCA" w:rsidRPr="00EB0CCA" w:rsidRDefault="00EB0CCA" w:rsidP="00EB0CCA">
      <w:pPr>
        <w:rPr>
          <w:rFonts w:ascii="Arial" w:hAnsi="Arial" w:cs="Arial"/>
          <w:b/>
          <w:sz w:val="32"/>
        </w:rPr>
      </w:pPr>
      <w:r w:rsidRPr="00EB0CCA">
        <w:rPr>
          <w:rFonts w:ascii="Arial" w:hAnsi="Arial" w:cs="Arial"/>
          <w:b/>
          <w:sz w:val="32"/>
        </w:rPr>
        <w:t xml:space="preserve">Problème 2 : </w:t>
      </w:r>
    </w:p>
    <w:p w:rsidR="00EB0CCA" w:rsidRPr="00EB0CCA" w:rsidRDefault="00EB0CCA" w:rsidP="00EB0CCA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>La classe part en voyage scolaire. Le car est parti à 8h30.</w:t>
      </w:r>
    </w:p>
    <w:p w:rsidR="00EB0CCA" w:rsidRPr="00EB0CCA" w:rsidRDefault="00EB0CCA" w:rsidP="00EB0CCA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 xml:space="preserve">Le chauffeur annonce aux élèves qu’ils vont arriver dans 1h30. </w:t>
      </w:r>
    </w:p>
    <w:p w:rsidR="00EB0CCA" w:rsidRPr="00EB0CCA" w:rsidRDefault="00EB0CCA" w:rsidP="00EB0CCA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 xml:space="preserve">A quelle heure </w:t>
      </w:r>
      <w:proofErr w:type="spellStart"/>
      <w:r w:rsidRPr="00EB0CCA">
        <w:rPr>
          <w:rFonts w:ascii="Arial" w:hAnsi="Arial" w:cs="Arial"/>
          <w:sz w:val="32"/>
        </w:rPr>
        <w:t>arriveront-ils</w:t>
      </w:r>
      <w:proofErr w:type="spellEnd"/>
      <w:r w:rsidRPr="00EB0CCA">
        <w:rPr>
          <w:rFonts w:ascii="Arial" w:hAnsi="Arial" w:cs="Arial"/>
          <w:sz w:val="32"/>
        </w:rPr>
        <w:t xml:space="preserve"> ? </w:t>
      </w:r>
    </w:p>
    <w:p w:rsidR="00EB0CCA" w:rsidRPr="00EB0CCA" w:rsidRDefault="00EB0CCA" w:rsidP="00EB0CCA">
      <w:pPr>
        <w:rPr>
          <w:rFonts w:ascii="Arial" w:hAnsi="Arial" w:cs="Arial"/>
          <w:sz w:val="32"/>
        </w:rPr>
      </w:pPr>
    </w:p>
    <w:p w:rsidR="00EB0CCA" w:rsidRPr="00EB0CCA" w:rsidRDefault="00EB0CCA" w:rsidP="00EB0CCA">
      <w:pPr>
        <w:rPr>
          <w:rFonts w:ascii="Arial" w:hAnsi="Arial" w:cs="Arial"/>
          <w:b/>
          <w:sz w:val="32"/>
        </w:rPr>
      </w:pPr>
      <w:r w:rsidRPr="00EB0CCA">
        <w:rPr>
          <w:rFonts w:ascii="Arial" w:hAnsi="Arial" w:cs="Arial"/>
          <w:b/>
          <w:sz w:val="32"/>
        </w:rPr>
        <w:t>Problème 3 :</w:t>
      </w:r>
    </w:p>
    <w:p w:rsidR="00EB0CCA" w:rsidRPr="00EB0CCA" w:rsidRDefault="00EB0CCA" w:rsidP="00EB0CCA">
      <w:pPr>
        <w:rPr>
          <w:rFonts w:ascii="Arial" w:hAnsi="Arial" w:cs="Arial"/>
          <w:sz w:val="32"/>
        </w:rPr>
      </w:pPr>
      <w:r w:rsidRPr="00EB0CCA">
        <w:rPr>
          <w:rFonts w:ascii="Arial" w:hAnsi="Arial" w:cs="Arial"/>
          <w:sz w:val="32"/>
        </w:rPr>
        <w:t xml:space="preserve">La maîtresse annonce que le tournoi de balle aux prisonniers a duré 1h30. Il s’est terminé à 12h. A quelle heure </w:t>
      </w:r>
      <w:proofErr w:type="spellStart"/>
      <w:r w:rsidRPr="00EB0CCA">
        <w:rPr>
          <w:rFonts w:ascii="Arial" w:hAnsi="Arial" w:cs="Arial"/>
          <w:sz w:val="32"/>
        </w:rPr>
        <w:t>a-t-il</w:t>
      </w:r>
      <w:proofErr w:type="spellEnd"/>
      <w:r w:rsidRPr="00EB0CCA">
        <w:rPr>
          <w:rFonts w:ascii="Arial" w:hAnsi="Arial" w:cs="Arial"/>
          <w:sz w:val="32"/>
        </w:rPr>
        <w:t xml:space="preserve"> commencé ?</w:t>
      </w:r>
      <w:bookmarkStart w:id="0" w:name="_GoBack"/>
      <w:bookmarkEnd w:id="0"/>
    </w:p>
    <w:sectPr w:rsidR="00EB0CCA" w:rsidRPr="00EB0CCA" w:rsidSect="003D22C2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2C2"/>
    <w:rsid w:val="001D645B"/>
    <w:rsid w:val="003D22C2"/>
    <w:rsid w:val="005175A3"/>
    <w:rsid w:val="005F7238"/>
    <w:rsid w:val="007E024D"/>
    <w:rsid w:val="00EB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3A23A1-D9F7-4CAB-873D-29319B824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2016-05-29T20:30:00Z</dcterms:created>
  <dcterms:modified xsi:type="dcterms:W3CDTF">2016-05-29T20:34:00Z</dcterms:modified>
</cp:coreProperties>
</file>